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87" w:rsidRPr="00CD6D41" w:rsidRDefault="008F6B87" w:rsidP="00CD6D41">
      <w:pPr>
        <w:ind w:right="206"/>
        <w:jc w:val="right"/>
        <w:rPr>
          <w:b/>
          <w:color w:val="FFFFFF"/>
          <w:sz w:val="32"/>
          <w:szCs w:val="32"/>
        </w:rPr>
      </w:pPr>
      <w:r>
        <w:rPr>
          <w:noProof/>
          <w:lang w:val="en-US" w:eastAsia="zh-CN" w:bidi="th-TH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14pt;height:42.75pt;z-index:-251658240">
            <v:imagedata r:id="rId6" o:title="" cropright="14700f"/>
          </v:shape>
        </w:pict>
      </w:r>
      <w:r w:rsidRPr="00CD6D41">
        <w:rPr>
          <w:b/>
          <w:color w:val="FFFFFF"/>
          <w:sz w:val="32"/>
          <w:szCs w:val="32"/>
        </w:rPr>
        <w:t xml:space="preserve">Customer Profile by </w:t>
      </w:r>
      <w:r>
        <w:rPr>
          <w:b/>
          <w:color w:val="FFFFFF"/>
          <w:sz w:val="32"/>
          <w:szCs w:val="32"/>
        </w:rPr>
        <w:br/>
      </w:r>
      <w:r w:rsidRPr="00CD6D41">
        <w:rPr>
          <w:b/>
          <w:color w:val="FFFFFF"/>
          <w:sz w:val="32"/>
          <w:szCs w:val="32"/>
        </w:rPr>
        <w:t>Location</w:t>
      </w:r>
    </w:p>
    <w:p w:rsidR="008F6B87" w:rsidRPr="00CD6D41" w:rsidRDefault="008F6B87" w:rsidP="00CD6D41">
      <w:pPr>
        <w:pBdr>
          <w:bottom w:val="single" w:sz="4" w:space="1" w:color="auto"/>
        </w:pBdr>
        <w:jc w:val="center"/>
        <w:rPr>
          <w:sz w:val="32"/>
          <w:szCs w:val="32"/>
        </w:rPr>
      </w:pPr>
    </w:p>
    <w:p w:rsidR="008F6B87" w:rsidRDefault="008F6B87" w:rsidP="00CD6D41">
      <w:pPr>
        <w:jc w:val="right"/>
      </w:pPr>
      <w:commentRangeStart w:id="0"/>
      <w:r>
        <w:t xml:space="preserve">Start </w:t>
      </w:r>
      <w:commentRangeEnd w:id="0"/>
      <w:r>
        <w:rPr>
          <w:rStyle w:val="CommentReference"/>
        </w:rPr>
        <w:commentReference w:id="0"/>
      </w:r>
      <w:r>
        <w:t xml:space="preserve">Time: </w:t>
      </w:r>
      <w:r>
        <w:fldChar w:fldCharType="begin"/>
      </w:r>
      <w:r>
        <w:instrText xml:space="preserve"> DATE \@ "HH:mm:ss" </w:instrText>
      </w:r>
      <w:r>
        <w:fldChar w:fldCharType="separate"/>
      </w:r>
      <w:r>
        <w:rPr>
          <w:noProof/>
        </w:rPr>
        <w:t>09:55:01</w:t>
      </w:r>
      <w:r>
        <w:fldChar w:fldCharType="end"/>
      </w:r>
    </w:p>
    <w:p w:rsidR="008F6B87" w:rsidRDefault="008F6B87" w:rsidP="00CD6D41">
      <w:pPr>
        <w:jc w:val="right"/>
      </w:pPr>
      <w:r>
        <w:rPr>
          <w:rStyle w:val="CommentReference"/>
        </w:rPr>
        <w:commentReference w:id="1"/>
      </w:r>
    </w:p>
    <w:tbl>
      <w:tblPr>
        <w:tblW w:w="8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2"/>
      </w:tblGrid>
      <w:tr w:rsidR="008F6B87" w:rsidRPr="009758BA" w:rsidTr="008C6564">
        <w:trPr>
          <w:trHeight w:val="384"/>
        </w:trPr>
        <w:tc>
          <w:tcPr>
            <w:tcW w:w="0" w:type="auto"/>
            <w:shd w:val="clear" w:color="auto" w:fill="0000CC"/>
          </w:tcPr>
          <w:p w:rsidR="008F6B87" w:rsidRPr="00A62C78" w:rsidRDefault="008F6B87" w:rsidP="00A62C78">
            <w:pPr>
              <w:keepNext/>
              <w:spacing w:before="120" w:after="120"/>
              <w:rPr>
                <w:b/>
                <w:sz w:val="28"/>
              </w:rPr>
            </w:pPr>
            <w:r w:rsidRPr="00A62C78">
              <w:rPr>
                <w:b/>
                <w:sz w:val="28"/>
                <w:szCs w:val="28"/>
              </w:rPr>
              <w:t>${country}</w:t>
            </w:r>
          </w:p>
        </w:tc>
      </w:tr>
    </w:tbl>
    <w:p w:rsidR="008F6B87" w:rsidRDefault="008F6B87" w:rsidP="00CD6D41">
      <w:pPr>
        <w:rPr>
          <w:sz w:val="16"/>
          <w:szCs w:val="16"/>
        </w:rPr>
      </w:pPr>
      <w:r>
        <w:rPr>
          <w:sz w:val="16"/>
          <w:szCs w:val="16"/>
        </w:rPr>
        <w:t>/Elx/Separator</w:t>
      </w:r>
    </w:p>
    <w:tbl>
      <w:tblPr>
        <w:tblW w:w="8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814"/>
        <w:gridCol w:w="2046"/>
        <w:gridCol w:w="1643"/>
      </w:tblGrid>
      <w:tr w:rsidR="008F6B87" w:rsidTr="008C6564">
        <w:trPr>
          <w:trHeight w:val="385"/>
          <w:tblHeader/>
        </w:trPr>
        <w:tc>
          <w:tcPr>
            <w:tcW w:w="8411" w:type="dxa"/>
            <w:gridSpan w:val="4"/>
            <w:shd w:val="clear" w:color="auto" w:fill="3C3CFF"/>
          </w:tcPr>
          <w:p w:rsidR="008F6B87" w:rsidRDefault="008F6B87" w:rsidP="006B7505">
            <w:pPr>
              <w:keepNext/>
            </w:pPr>
            <w:commentRangeStart w:id="2"/>
            <w:r>
              <w:t>${city}</w:t>
            </w:r>
            <w:commentRangeEnd w:id="2"/>
            <w:r>
              <w:rPr>
                <w:rStyle w:val="CommentReference"/>
              </w:rPr>
              <w:commentReference w:id="2"/>
            </w:r>
            <w:r>
              <w:t xml:space="preserve"> (${country})</w:t>
            </w:r>
          </w:p>
        </w:tc>
      </w:tr>
      <w:tr w:rsidR="008F6B87" w:rsidTr="008C6564">
        <w:trPr>
          <w:trHeight w:val="385"/>
          <w:tblHeader/>
        </w:trPr>
        <w:tc>
          <w:tcPr>
            <w:tcW w:w="1908" w:type="dxa"/>
            <w:shd w:val="clear" w:color="auto" w:fill="9999FF"/>
          </w:tcPr>
          <w:p w:rsidR="008F6B87" w:rsidRDefault="008F6B87" w:rsidP="006B7505">
            <w:pPr>
              <w:keepNext/>
            </w:pPr>
            <w:r>
              <w:t>CustomerID</w:t>
            </w:r>
          </w:p>
        </w:tc>
        <w:tc>
          <w:tcPr>
            <w:tcW w:w="2814" w:type="dxa"/>
            <w:shd w:val="clear" w:color="auto" w:fill="9999FF"/>
          </w:tcPr>
          <w:p w:rsidR="008F6B87" w:rsidRDefault="008F6B87" w:rsidP="006B7505">
            <w:pPr>
              <w:keepNext/>
            </w:pPr>
            <w:r>
              <w:t>Education</w:t>
            </w:r>
          </w:p>
        </w:tc>
        <w:tc>
          <w:tcPr>
            <w:tcW w:w="2046" w:type="dxa"/>
            <w:shd w:val="clear" w:color="auto" w:fill="9999FF"/>
          </w:tcPr>
          <w:p w:rsidR="008F6B87" w:rsidRDefault="008F6B87" w:rsidP="006B7505">
            <w:pPr>
              <w:keepNext/>
            </w:pPr>
            <w:r>
              <w:t>Birth Date</w:t>
            </w:r>
          </w:p>
        </w:tc>
        <w:tc>
          <w:tcPr>
            <w:tcW w:w="1643" w:type="dxa"/>
            <w:shd w:val="clear" w:color="auto" w:fill="9999FF"/>
          </w:tcPr>
          <w:p w:rsidR="008F6B87" w:rsidRDefault="008F6B87" w:rsidP="006B7505">
            <w:pPr>
              <w:keepNext/>
            </w:pPr>
            <w:r>
              <w:t>Gender</w:t>
            </w:r>
          </w:p>
        </w:tc>
      </w:tr>
      <w:tr w:rsidR="008F6B87" w:rsidTr="008C6564">
        <w:trPr>
          <w:trHeight w:val="385"/>
        </w:trPr>
        <w:tc>
          <w:tcPr>
            <w:tcW w:w="1908" w:type="dxa"/>
            <w:shd w:val="clear" w:color="auto" w:fill="FFFFFF"/>
          </w:tcPr>
          <w:p w:rsidR="008F6B87" w:rsidRDefault="008F6B87" w:rsidP="006B7505">
            <w:pPr>
              <w:keepNext/>
            </w:pPr>
            <w:commentRangeStart w:id="3"/>
            <w:r>
              <w:t>${customer_id}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2814" w:type="dxa"/>
            <w:shd w:val="clear" w:color="auto" w:fill="FFFFFF"/>
          </w:tcPr>
          <w:p w:rsidR="008F6B87" w:rsidRDefault="008F6B87" w:rsidP="006B7505">
            <w:pPr>
              <w:keepNext/>
            </w:pPr>
            <w:r>
              <w:t>${education}</w:t>
            </w:r>
          </w:p>
        </w:tc>
        <w:tc>
          <w:tcPr>
            <w:tcW w:w="2046" w:type="dxa"/>
            <w:shd w:val="clear" w:color="auto" w:fill="FFFFFF"/>
          </w:tcPr>
          <w:p w:rsidR="008F6B87" w:rsidRDefault="008F6B87" w:rsidP="006B7505">
            <w:pPr>
              <w:keepNext/>
            </w:pPr>
            <w:r>
              <w:t>${@birthdate}</w:t>
            </w:r>
          </w:p>
        </w:tc>
        <w:tc>
          <w:tcPr>
            <w:tcW w:w="1643" w:type="dxa"/>
            <w:shd w:val="clear" w:color="auto" w:fill="FFFFFF"/>
          </w:tcPr>
          <w:p w:rsidR="008F6B87" w:rsidRDefault="008F6B87" w:rsidP="006B7505">
            <w:pPr>
              <w:keepNext/>
            </w:pPr>
            <w:r>
              <w:t>${gender}</w:t>
            </w:r>
          </w:p>
        </w:tc>
      </w:tr>
      <w:tr w:rsidR="008F6B87" w:rsidTr="008C6564">
        <w:trPr>
          <w:trHeight w:val="330"/>
        </w:trPr>
        <w:tc>
          <w:tcPr>
            <w:tcW w:w="6768" w:type="dxa"/>
            <w:gridSpan w:val="3"/>
            <w:shd w:val="clear" w:color="auto" w:fill="3C3CFF"/>
          </w:tcPr>
          <w:p w:rsidR="008F6B87" w:rsidRDefault="008F6B87" w:rsidP="00210C2D">
            <w:pPr>
              <w:jc w:val="right"/>
            </w:pPr>
            <w:commentRangeStart w:id="4"/>
            <w:r>
              <w:t>Total</w:t>
            </w:r>
            <w:commentRangeEnd w:id="4"/>
            <w:r>
              <w:rPr>
                <w:rStyle w:val="CommentReference"/>
              </w:rPr>
              <w:commentReference w:id="4"/>
            </w:r>
            <w:r>
              <w:t xml:space="preserve"> for ${city}:</w:t>
            </w:r>
          </w:p>
        </w:tc>
        <w:tc>
          <w:tcPr>
            <w:tcW w:w="1643" w:type="dxa"/>
            <w:shd w:val="clear" w:color="auto" w:fill="3C3CFF"/>
          </w:tcPr>
          <w:p w:rsidR="008F6B87" w:rsidRDefault="008F6B87" w:rsidP="00210C2D">
            <w:r>
              <w:t>${@count}</w:t>
            </w:r>
          </w:p>
        </w:tc>
      </w:tr>
    </w:tbl>
    <w:p w:rsidR="008F6B87" w:rsidRDefault="008F6B87" w:rsidP="00CD6D41">
      <w:pPr>
        <w:rPr>
          <w:sz w:val="16"/>
          <w:szCs w:val="16"/>
        </w:rPr>
      </w:pPr>
      <w:r>
        <w:rPr>
          <w:sz w:val="16"/>
          <w:szCs w:val="16"/>
        </w:rPr>
        <w:t>/Elx/</w:t>
      </w:r>
      <w:r w:rsidRPr="002202D9">
        <w:rPr>
          <w:sz w:val="16"/>
          <w:szCs w:val="16"/>
        </w:rPr>
        <w:t xml:space="preserve"> </w:t>
      </w:r>
      <w:r>
        <w:rPr>
          <w:sz w:val="16"/>
          <w:szCs w:val="16"/>
        </w:rPr>
        <w:t>Separator</w:t>
      </w:r>
    </w:p>
    <w:tbl>
      <w:tblPr>
        <w:tblW w:w="8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8"/>
        <w:gridCol w:w="1634"/>
      </w:tblGrid>
      <w:tr w:rsidR="008F6B87" w:rsidTr="008C6564">
        <w:trPr>
          <w:trHeight w:val="345"/>
        </w:trPr>
        <w:tc>
          <w:tcPr>
            <w:tcW w:w="6768" w:type="dxa"/>
            <w:shd w:val="clear" w:color="auto" w:fill="0000CC"/>
          </w:tcPr>
          <w:p w:rsidR="008F6B87" w:rsidRDefault="008F6B87" w:rsidP="00210C2D">
            <w:pPr>
              <w:jc w:val="right"/>
            </w:pPr>
            <w:commentRangeStart w:id="5"/>
            <w:r>
              <w:t>Total</w:t>
            </w:r>
            <w:commentRangeEnd w:id="5"/>
            <w:r>
              <w:rPr>
                <w:rStyle w:val="CommentReference"/>
              </w:rPr>
              <w:commentReference w:id="5"/>
            </w:r>
            <w:r>
              <w:t xml:space="preserve"> for ${country}:</w:t>
            </w:r>
          </w:p>
        </w:tc>
        <w:tc>
          <w:tcPr>
            <w:tcW w:w="1634" w:type="dxa"/>
            <w:shd w:val="clear" w:color="auto" w:fill="0000CC"/>
          </w:tcPr>
          <w:p w:rsidR="008F6B87" w:rsidRDefault="008F6B87" w:rsidP="00210C2D">
            <w:r>
              <w:t>${@count}</w:t>
            </w:r>
          </w:p>
        </w:tc>
      </w:tr>
    </w:tbl>
    <w:p w:rsidR="008F6B87" w:rsidRDefault="008F6B87" w:rsidP="00CD6D41">
      <w:pPr>
        <w:rPr>
          <w:sz w:val="16"/>
          <w:szCs w:val="16"/>
        </w:rPr>
      </w:pPr>
      <w:r>
        <w:rPr>
          <w:sz w:val="16"/>
          <w:szCs w:val="16"/>
        </w:rPr>
        <w:t>/Elx/</w:t>
      </w:r>
      <w:r w:rsidRPr="002202D9">
        <w:rPr>
          <w:sz w:val="16"/>
          <w:szCs w:val="16"/>
        </w:rPr>
        <w:t xml:space="preserve"> </w:t>
      </w:r>
      <w:r>
        <w:rPr>
          <w:sz w:val="16"/>
          <w:szCs w:val="16"/>
        </w:rPr>
        <w:t>Separator</w:t>
      </w:r>
    </w:p>
    <w:tbl>
      <w:tblPr>
        <w:tblW w:w="8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8"/>
        <w:gridCol w:w="1634"/>
      </w:tblGrid>
      <w:tr w:rsidR="008F6B87" w:rsidTr="008C6564">
        <w:trPr>
          <w:trHeight w:val="330"/>
        </w:trPr>
        <w:tc>
          <w:tcPr>
            <w:tcW w:w="6768" w:type="dxa"/>
          </w:tcPr>
          <w:p w:rsidR="008F6B87" w:rsidRDefault="008F6B87" w:rsidP="00210C2D">
            <w:pPr>
              <w:jc w:val="right"/>
            </w:pPr>
            <w:commentRangeStart w:id="6"/>
            <w:r>
              <w:t>Total</w:t>
            </w:r>
            <w:commentRangeEnd w:id="6"/>
            <w:r>
              <w:rPr>
                <w:rStyle w:val="CommentReference"/>
              </w:rPr>
              <w:commentReference w:id="6"/>
            </w:r>
            <w:r>
              <w:t xml:space="preserve"> for all:</w:t>
            </w:r>
          </w:p>
        </w:tc>
        <w:tc>
          <w:tcPr>
            <w:tcW w:w="1634" w:type="dxa"/>
          </w:tcPr>
          <w:p w:rsidR="008F6B87" w:rsidRDefault="008F6B87" w:rsidP="00210C2D">
            <w:r>
              <w:t>${@count}</w:t>
            </w:r>
          </w:p>
        </w:tc>
      </w:tr>
    </w:tbl>
    <w:p w:rsidR="008F6B87" w:rsidRDefault="008F6B87" w:rsidP="00CD6D41">
      <w:pPr>
        <w:rPr>
          <w:sz w:val="16"/>
          <w:szCs w:val="16"/>
        </w:rPr>
      </w:pPr>
    </w:p>
    <w:p w:rsidR="008F6B87" w:rsidRDefault="008F6B87" w:rsidP="00CD6D41">
      <w:pPr>
        <w:rPr>
          <w:sz w:val="16"/>
          <w:szCs w:val="16"/>
        </w:rPr>
      </w:pPr>
    </w:p>
    <w:p w:rsidR="008F6B87" w:rsidRPr="002A1875" w:rsidRDefault="008F6B87" w:rsidP="004E495B">
      <w:pPr>
        <w:rPr>
          <w:sz w:val="16"/>
          <w:szCs w:val="16"/>
        </w:rPr>
      </w:pPr>
      <w:r w:rsidRPr="00C52952">
        <w:rPr>
          <w:sz w:val="16"/>
          <w:szCs w:val="16"/>
        </w:rPr>
        <w:t>/Elx/</w:t>
      </w:r>
      <w:r w:rsidRPr="00C52952">
        <w:rPr>
          <w:sz w:val="16"/>
          <w:szCs w:val="16"/>
          <w:lang w:val="en-US"/>
        </w:rPr>
        <w:t>DataSource/Section1/Name/</w:t>
      </w:r>
      <w:r w:rsidRPr="002A1875">
        <w:rPr>
          <w:sz w:val="16"/>
          <w:szCs w:val="16"/>
        </w:rPr>
        <w:t>Elixi</w:t>
      </w:r>
      <w:r>
        <w:rPr>
          <w:sz w:val="16"/>
          <w:szCs w:val="16"/>
        </w:rPr>
        <w:t>rSamples/Report/DocX/datasource</w:t>
      </w:r>
      <w:r w:rsidRPr="002A1875">
        <w:rPr>
          <w:sz w:val="16"/>
          <w:szCs w:val="16"/>
        </w:rPr>
        <w:t>/cCustomer Details - Pre-Sorted.ds</w:t>
      </w:r>
    </w:p>
    <w:p w:rsidR="008F6B87" w:rsidRPr="00C52952" w:rsidRDefault="008F6B87" w:rsidP="004E495B">
      <w:pPr>
        <w:rPr>
          <w:sz w:val="16"/>
          <w:szCs w:val="16"/>
          <w:lang w:val="en-US"/>
        </w:rPr>
      </w:pPr>
      <w:r>
        <w:rPr>
          <w:sz w:val="16"/>
          <w:szCs w:val="16"/>
        </w:rPr>
        <w:t>/</w:t>
      </w:r>
      <w:r w:rsidRPr="00C52952">
        <w:rPr>
          <w:sz w:val="16"/>
          <w:szCs w:val="16"/>
        </w:rPr>
        <w:t>Elx/</w:t>
      </w:r>
      <w:r w:rsidRPr="00C52952">
        <w:rPr>
          <w:sz w:val="16"/>
          <w:szCs w:val="16"/>
          <w:lang w:val="en-US"/>
        </w:rPr>
        <w:t>DataSource/Section1/Group/country/Ascending</w:t>
      </w:r>
    </w:p>
    <w:p w:rsidR="008F6B87" w:rsidRDefault="008F6B87" w:rsidP="00CD6D41">
      <w:pPr>
        <w:rPr>
          <w:sz w:val="16"/>
          <w:szCs w:val="16"/>
          <w:lang w:val="en-US"/>
        </w:rPr>
      </w:pPr>
      <w:r w:rsidRPr="00C52952">
        <w:rPr>
          <w:sz w:val="16"/>
          <w:szCs w:val="16"/>
        </w:rPr>
        <w:t>/Elx/</w:t>
      </w:r>
      <w:r w:rsidRPr="00C52952">
        <w:rPr>
          <w:sz w:val="16"/>
          <w:szCs w:val="16"/>
          <w:lang w:val="en-US"/>
        </w:rPr>
        <w:t>DataSource/Section1/Group/city/Ascending</w:t>
      </w:r>
    </w:p>
    <w:p w:rsidR="008F6B87" w:rsidRDefault="008F6B87" w:rsidP="002A1875">
      <w:pPr>
        <w:rPr>
          <w:sz w:val="16"/>
          <w:szCs w:val="16"/>
        </w:rPr>
      </w:pPr>
      <w:r w:rsidRPr="002A1227">
        <w:rPr>
          <w:sz w:val="16"/>
          <w:szCs w:val="16"/>
        </w:rPr>
        <w:t>/Elx/</w:t>
      </w:r>
      <w:r>
        <w:rPr>
          <w:sz w:val="16"/>
          <w:szCs w:val="16"/>
        </w:rPr>
        <w:t>DataSource/Section1/</w:t>
      </w:r>
      <w:r w:rsidRPr="002A1227">
        <w:rPr>
          <w:sz w:val="16"/>
          <w:szCs w:val="16"/>
        </w:rPr>
        <w:t>Parameter/</w:t>
      </w:r>
      <w:r>
        <w:rPr>
          <w:sz w:val="16"/>
          <w:szCs w:val="16"/>
        </w:rPr>
        <w:t>city</w:t>
      </w:r>
      <w:r w:rsidRPr="002A1227">
        <w:rPr>
          <w:sz w:val="16"/>
          <w:szCs w:val="16"/>
        </w:rPr>
        <w:t>/</w:t>
      </w:r>
      <w:r>
        <w:rPr>
          <w:sz w:val="16"/>
          <w:szCs w:val="16"/>
        </w:rPr>
        <w:t>${city##</w:t>
      </w:r>
      <w:smartTag w:uri="urn:schemas-microsoft-com:office:smarttags" w:element="place">
        <w:smartTag w:uri="urn:schemas-microsoft-com:office:smarttags" w:element="City">
          <w:r>
            <w:rPr>
              <w:sz w:val="16"/>
              <w:szCs w:val="16"/>
            </w:rPr>
            <w:t>Burnaby</w:t>
          </w:r>
        </w:smartTag>
      </w:smartTag>
      <w:r>
        <w:rPr>
          <w:sz w:val="16"/>
          <w:szCs w:val="16"/>
        </w:rPr>
        <w:t>}</w:t>
      </w:r>
    </w:p>
    <w:p w:rsidR="008F6B87" w:rsidRPr="00C52952" w:rsidRDefault="008F6B87" w:rsidP="00CD6D41">
      <w:pPr>
        <w:rPr>
          <w:sz w:val="16"/>
          <w:szCs w:val="16"/>
        </w:rPr>
      </w:pPr>
      <w:r w:rsidRPr="002A1227">
        <w:rPr>
          <w:sz w:val="16"/>
          <w:szCs w:val="16"/>
        </w:rPr>
        <w:t>/Elx/Parameter/</w:t>
      </w:r>
      <w:r>
        <w:rPr>
          <w:sz w:val="16"/>
          <w:szCs w:val="16"/>
        </w:rPr>
        <w:t>city</w:t>
      </w:r>
      <w:r w:rsidRPr="002A1227">
        <w:rPr>
          <w:sz w:val="16"/>
          <w:szCs w:val="16"/>
        </w:rPr>
        <w:t>/</w:t>
      </w:r>
      <w:r>
        <w:rPr>
          <w:sz w:val="16"/>
          <w:szCs w:val="16"/>
        </w:rPr>
        <w:t>${city##Burnaby}</w:t>
      </w:r>
    </w:p>
    <w:p w:rsidR="008F6B87" w:rsidRDefault="008F6B87">
      <w:pPr>
        <w:rPr>
          <w:sz w:val="16"/>
          <w:szCs w:val="16"/>
        </w:rPr>
      </w:pPr>
      <w:r w:rsidRPr="00C52952">
        <w:rPr>
          <w:sz w:val="16"/>
          <w:szCs w:val="16"/>
        </w:rPr>
        <w:t>/Elx/@/birthdate/%1$tY-%1$tm-%1$td|birthdate</w:t>
      </w:r>
    </w:p>
    <w:p w:rsidR="008F6B87" w:rsidRDefault="008F6B87">
      <w:pPr>
        <w:rPr>
          <w:sz w:val="16"/>
          <w:szCs w:val="16"/>
        </w:rPr>
      </w:pPr>
      <w:r>
        <w:rPr>
          <w:sz w:val="16"/>
          <w:szCs w:val="16"/>
        </w:rPr>
        <w:t>/Elx/@/count/Count(customer_id)</w:t>
      </w:r>
    </w:p>
    <w:p w:rsidR="008F6B87" w:rsidRDefault="008F6B87">
      <w:pPr>
        <w:rPr>
          <w:sz w:val="16"/>
          <w:szCs w:val="16"/>
        </w:rPr>
      </w:pPr>
    </w:p>
    <w:sectPr w:rsidR="008F6B87" w:rsidSect="00E413C8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on" w:date="2008-10-08T15:25:00Z" w:initials="J">
    <w:p w:rsidR="008F6B87" w:rsidRDefault="008F6B87">
      <w:pPr>
        <w:pStyle w:val="CommentText"/>
      </w:pPr>
      <w:r>
        <w:rPr>
          <w:rStyle w:val="CommentReference"/>
        </w:rPr>
        <w:annotationRef/>
      </w:r>
      <w:r>
        <w:t>Section1</w:t>
      </w:r>
    </w:p>
  </w:comment>
  <w:comment w:id="1" w:author="Jon" w:date="2008-10-10T10:42:00Z" w:initials="J">
    <w:p w:rsidR="008F6B87" w:rsidRDefault="008F6B87">
      <w:pPr>
        <w:pStyle w:val="CommentText"/>
      </w:pPr>
      <w:r>
        <w:rPr>
          <w:rStyle w:val="CommentReference"/>
        </w:rPr>
        <w:annotationRef/>
      </w:r>
      <w:r>
        <w:t>/Elx/Header</w:t>
      </w:r>
    </w:p>
  </w:comment>
  <w:comment w:id="2" w:author="Jon" w:date="2008-10-10T13:09:00Z" w:initials="J">
    <w:p w:rsidR="008F6B87" w:rsidRDefault="008F6B87" w:rsidP="009758BA">
      <w:pPr>
        <w:pStyle w:val="CommentText"/>
      </w:pPr>
      <w:r>
        <w:rPr>
          <w:rStyle w:val="CommentReference"/>
        </w:rPr>
        <w:annotationRef/>
      </w:r>
      <w:r>
        <w:t>/Elx/Header</w:t>
      </w:r>
    </w:p>
  </w:comment>
  <w:comment w:id="3" w:author="Jon" w:date="2008-10-10T13:09:00Z" w:initials="J">
    <w:p w:rsidR="008F6B87" w:rsidRDefault="008F6B87" w:rsidP="009758BA">
      <w:pPr>
        <w:pStyle w:val="CommentText"/>
      </w:pPr>
      <w:r>
        <w:rPr>
          <w:rStyle w:val="CommentReference"/>
        </w:rPr>
        <w:annotationRef/>
      </w:r>
      <w:r>
        <w:t>/Elx/Detail</w:t>
      </w:r>
    </w:p>
  </w:comment>
  <w:comment w:id="4" w:author="Jon" w:date="2008-10-10T13:09:00Z" w:initials="J">
    <w:p w:rsidR="008F6B87" w:rsidRDefault="008F6B87" w:rsidP="009758BA">
      <w:pPr>
        <w:pStyle w:val="CommentText"/>
      </w:pPr>
      <w:r>
        <w:rPr>
          <w:rStyle w:val="CommentReference"/>
        </w:rPr>
        <w:annotationRef/>
      </w:r>
      <w:r>
        <w:t>/Elx/Footer</w:t>
      </w:r>
    </w:p>
  </w:comment>
  <w:comment w:id="5" w:author="Jon" w:date="2008-10-10T13:09:00Z" w:initials="J">
    <w:p w:rsidR="008F6B87" w:rsidRDefault="008F6B87" w:rsidP="009758BA">
      <w:pPr>
        <w:pStyle w:val="CommentText"/>
      </w:pPr>
      <w:r>
        <w:rPr>
          <w:rStyle w:val="CommentReference"/>
        </w:rPr>
        <w:annotationRef/>
      </w:r>
      <w:r>
        <w:t>/Elx/Footer</w:t>
      </w:r>
    </w:p>
  </w:comment>
  <w:comment w:id="6" w:author="Jon" w:date="2008-10-10T13:10:00Z" w:initials="J">
    <w:p w:rsidR="008F6B87" w:rsidRDefault="008F6B87" w:rsidP="009758BA">
      <w:pPr>
        <w:pStyle w:val="CommentText"/>
      </w:pPr>
      <w:r>
        <w:rPr>
          <w:rStyle w:val="CommentReference"/>
        </w:rPr>
        <w:annotationRef/>
      </w:r>
      <w:r>
        <w:t>/Elx/End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B87" w:rsidRDefault="008F6B87">
      <w:r>
        <w:separator/>
      </w:r>
    </w:p>
  </w:endnote>
  <w:endnote w:type="continuationSeparator" w:id="1">
    <w:p w:rsidR="008F6B87" w:rsidRDefault="008F6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B87" w:rsidRDefault="008F6B87" w:rsidP="00624200">
    <w:pPr>
      <w:pStyle w:val="Footer"/>
      <w:pBdr>
        <w:top w:val="single" w:sz="8" w:space="1" w:color="auto"/>
      </w:pBdr>
    </w:pPr>
    <w:r>
      <w:fldChar w:fldCharType="begin"/>
    </w:r>
    <w:r>
      <w:instrText xml:space="preserve"> DATE  \@ "yyyy-MM-dd" </w:instrText>
    </w:r>
    <w:r>
      <w:fldChar w:fldCharType="separate"/>
    </w:r>
    <w:r>
      <w:rPr>
        <w:noProof/>
      </w:rPr>
      <w:t>2008-11-03</w:t>
    </w:r>
    <w:r>
      <w:fldChar w:fldCharType="end"/>
    </w:r>
    <w:r>
      <w:tab/>
      <w:t xml:space="preserve">Page </w:t>
    </w:r>
    <w:fldSimple w:instr=" PAGE ">
      <w:r>
        <w:rPr>
          <w:noProof/>
        </w:rPr>
        <w:t>1</w:t>
      </w:r>
    </w:fldSimple>
    <w:r>
      <w:t xml:space="preserve"> of </w:t>
    </w:r>
    <w:fldSimple w:instr=" NUMPAGES ">
      <w:r>
        <w:rPr>
          <w:noProof/>
        </w:rPr>
        <w:t>1</w:t>
      </w:r>
    </w:fldSimple>
    <w:r>
      <w:rPr>
        <w:rStyle w:val="PageNumber"/>
      </w:rPr>
      <w:tab/>
      <w:t>Elixir Sample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B87" w:rsidRDefault="008F6B87">
      <w:r>
        <w:separator/>
      </w:r>
    </w:p>
  </w:footnote>
  <w:footnote w:type="continuationSeparator" w:id="1">
    <w:p w:rsidR="008F6B87" w:rsidRDefault="008F6B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D41"/>
    <w:rsid w:val="000039AD"/>
    <w:rsid w:val="0002076E"/>
    <w:rsid w:val="00031502"/>
    <w:rsid w:val="00043847"/>
    <w:rsid w:val="00064BC1"/>
    <w:rsid w:val="00076715"/>
    <w:rsid w:val="000A5BC0"/>
    <w:rsid w:val="000A7F07"/>
    <w:rsid w:val="000D085F"/>
    <w:rsid w:val="000D3310"/>
    <w:rsid w:val="001041AC"/>
    <w:rsid w:val="00105A90"/>
    <w:rsid w:val="00110A73"/>
    <w:rsid w:val="00116077"/>
    <w:rsid w:val="00123B75"/>
    <w:rsid w:val="00186FCA"/>
    <w:rsid w:val="001F604B"/>
    <w:rsid w:val="00210C2D"/>
    <w:rsid w:val="002202D9"/>
    <w:rsid w:val="00222CDB"/>
    <w:rsid w:val="0025421E"/>
    <w:rsid w:val="002A1227"/>
    <w:rsid w:val="002A1875"/>
    <w:rsid w:val="002B24C2"/>
    <w:rsid w:val="002C4AAD"/>
    <w:rsid w:val="002F2795"/>
    <w:rsid w:val="00347FC7"/>
    <w:rsid w:val="00353738"/>
    <w:rsid w:val="003672C2"/>
    <w:rsid w:val="003938BA"/>
    <w:rsid w:val="003C3E40"/>
    <w:rsid w:val="003C77DC"/>
    <w:rsid w:val="003D56E1"/>
    <w:rsid w:val="00422815"/>
    <w:rsid w:val="00424BC6"/>
    <w:rsid w:val="00432334"/>
    <w:rsid w:val="004604B7"/>
    <w:rsid w:val="004C0D7A"/>
    <w:rsid w:val="004D12A6"/>
    <w:rsid w:val="004E495B"/>
    <w:rsid w:val="004E517D"/>
    <w:rsid w:val="00597C7C"/>
    <w:rsid w:val="005E1ED0"/>
    <w:rsid w:val="00624200"/>
    <w:rsid w:val="0064253E"/>
    <w:rsid w:val="006444E0"/>
    <w:rsid w:val="00646064"/>
    <w:rsid w:val="006B1204"/>
    <w:rsid w:val="006B7505"/>
    <w:rsid w:val="006C6340"/>
    <w:rsid w:val="0070409C"/>
    <w:rsid w:val="0077486E"/>
    <w:rsid w:val="007759A2"/>
    <w:rsid w:val="007800BD"/>
    <w:rsid w:val="0078334E"/>
    <w:rsid w:val="00814466"/>
    <w:rsid w:val="00834DCE"/>
    <w:rsid w:val="008C6564"/>
    <w:rsid w:val="008F510F"/>
    <w:rsid w:val="008F6B87"/>
    <w:rsid w:val="008F7357"/>
    <w:rsid w:val="00914287"/>
    <w:rsid w:val="009171C5"/>
    <w:rsid w:val="0094476D"/>
    <w:rsid w:val="00951A61"/>
    <w:rsid w:val="00952BE2"/>
    <w:rsid w:val="0096349E"/>
    <w:rsid w:val="009758BA"/>
    <w:rsid w:val="00976C52"/>
    <w:rsid w:val="00980443"/>
    <w:rsid w:val="00984652"/>
    <w:rsid w:val="00984DD0"/>
    <w:rsid w:val="009A6871"/>
    <w:rsid w:val="00A31F91"/>
    <w:rsid w:val="00A37967"/>
    <w:rsid w:val="00A62C78"/>
    <w:rsid w:val="00A9140B"/>
    <w:rsid w:val="00AB3221"/>
    <w:rsid w:val="00AD0290"/>
    <w:rsid w:val="00AD3493"/>
    <w:rsid w:val="00AE70CC"/>
    <w:rsid w:val="00B061D8"/>
    <w:rsid w:val="00B45218"/>
    <w:rsid w:val="00B45522"/>
    <w:rsid w:val="00BA2146"/>
    <w:rsid w:val="00BB527D"/>
    <w:rsid w:val="00BD68D4"/>
    <w:rsid w:val="00BF100F"/>
    <w:rsid w:val="00BF5629"/>
    <w:rsid w:val="00C167D9"/>
    <w:rsid w:val="00C43D58"/>
    <w:rsid w:val="00C52952"/>
    <w:rsid w:val="00C70A8B"/>
    <w:rsid w:val="00CB148C"/>
    <w:rsid w:val="00CC6777"/>
    <w:rsid w:val="00CD6D41"/>
    <w:rsid w:val="00D07502"/>
    <w:rsid w:val="00D35015"/>
    <w:rsid w:val="00D669DF"/>
    <w:rsid w:val="00DC0A8E"/>
    <w:rsid w:val="00DF531F"/>
    <w:rsid w:val="00E00676"/>
    <w:rsid w:val="00E152E9"/>
    <w:rsid w:val="00E413C8"/>
    <w:rsid w:val="00E61C1A"/>
    <w:rsid w:val="00EA2797"/>
    <w:rsid w:val="00EB5A81"/>
    <w:rsid w:val="00EB65D0"/>
    <w:rsid w:val="00F24206"/>
    <w:rsid w:val="00F41752"/>
    <w:rsid w:val="00F762D0"/>
    <w:rsid w:val="00F92372"/>
    <w:rsid w:val="00FA13DC"/>
    <w:rsid w:val="00FB64F8"/>
    <w:rsid w:val="00FF7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8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31F"/>
    <w:rPr>
      <w:sz w:val="24"/>
      <w:szCs w:val="24"/>
      <w:lang w:val="en-GB" w:eastAsia="en-GB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23B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62420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242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5421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242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5421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242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421E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6242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421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242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421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2420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34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107</Words>
  <Characters>610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Profile by </dc:title>
  <dc:subject/>
  <dc:creator>Jon</dc:creator>
  <cp:keywords/>
  <dc:description/>
  <cp:lastModifiedBy>irwin.tan</cp:lastModifiedBy>
  <cp:revision>9</cp:revision>
  <dcterms:created xsi:type="dcterms:W3CDTF">2008-11-01T14:22:00Z</dcterms:created>
  <dcterms:modified xsi:type="dcterms:W3CDTF">2008-11-03T01:56:00Z</dcterms:modified>
</cp:coreProperties>
</file>